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Allegato N. 2</w:t>
      </w: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Pr="00AA08C0" w:rsidRDefault="00A57CB6" w:rsidP="00182A48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B5026">
        <w:rPr>
          <w:rFonts w:ascii="Arial" w:hAnsi="Arial" w:cs="Arial"/>
          <w:b/>
          <w:bCs/>
        </w:rPr>
        <w:t>SCHEDA INDIVIDUALEDI AUTOVALUTAZIONE TITOLI-   ESPERTO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8"/>
        <w:gridCol w:w="1956"/>
        <w:gridCol w:w="978"/>
        <w:gridCol w:w="977"/>
        <w:gridCol w:w="1956"/>
        <w:gridCol w:w="1956"/>
      </w:tblGrid>
      <w:tr w:rsidR="00A57CB6" w:rsidRPr="00FB5026">
        <w:tc>
          <w:tcPr>
            <w:tcW w:w="9841" w:type="dxa"/>
            <w:gridSpan w:val="6"/>
          </w:tcPr>
          <w:p w:rsidR="00A57CB6" w:rsidRPr="007E5838" w:rsidRDefault="00A57CB6" w:rsidP="00182A48">
            <w:pPr>
              <w:pStyle w:val="ListParagraph"/>
              <w:numPr>
                <w:ilvl w:val="0"/>
                <w:numId w:val="1"/>
              </w:num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7E5838">
              <w:rPr>
                <w:rFonts w:ascii="Arial" w:hAnsi="Arial" w:cs="Arial"/>
                <w:b/>
                <w:bCs/>
              </w:rPr>
              <w:t>ITOLI DI STUDIO</w:t>
            </w:r>
          </w:p>
          <w:p w:rsidR="00A57CB6" w:rsidRPr="007E5838" w:rsidRDefault="00A57CB6" w:rsidP="00AE4CCD">
            <w:pPr>
              <w:pStyle w:val="ListParagraph"/>
              <w:autoSpaceDN w:val="0"/>
              <w:adjustRightInd w:val="0"/>
              <w:ind w:left="402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c>
          <w:tcPr>
            <w:tcW w:w="5929" w:type="dxa"/>
            <w:gridSpan w:val="4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 xml:space="preserve">( da compilare a cura dell’interessato)                                                                      </w:t>
            </w:r>
          </w:p>
        </w:tc>
        <w:tc>
          <w:tcPr>
            <w:tcW w:w="3912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 xml:space="preserve">                                                 Riservato al GOP</w:t>
            </w:r>
          </w:p>
        </w:tc>
      </w:tr>
      <w:tr w:rsidR="00A57CB6" w:rsidRPr="00FB5026"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highlight w:val="cyan"/>
              </w:rPr>
            </w:pPr>
            <w:r w:rsidRPr="00AE0875">
              <w:rPr>
                <w:rFonts w:ascii="Arial" w:hAnsi="Arial" w:cs="Arial"/>
              </w:rPr>
              <w:t xml:space="preserve">TITOLO DI STUDIO: </w:t>
            </w: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955" w:type="dxa"/>
            <w:gridSpan w:val="2"/>
          </w:tcPr>
          <w:p w:rsidR="00A57CB6" w:rsidRPr="00AE0875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E0875">
              <w:rPr>
                <w:rFonts w:ascii="Arial" w:hAnsi="Arial" w:cs="Arial"/>
              </w:rPr>
              <w:t>PUNTI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highlight w:val="cyan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highlight w:val="cyan"/>
              </w:rPr>
            </w:pPr>
            <w:r w:rsidRPr="00AE0875">
              <w:rPr>
                <w:rFonts w:ascii="Arial" w:hAnsi="Arial" w:cs="Arial"/>
              </w:rPr>
              <w:t>Ammissibile SI/NO</w:t>
            </w: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highlight w:val="cyan"/>
              </w:rPr>
            </w:pPr>
            <w:r w:rsidRPr="008653FA">
              <w:rPr>
                <w:rFonts w:ascii="Arial" w:hAnsi="Arial" w:cs="Arial"/>
              </w:rPr>
              <w:t>PUNTI</w:t>
            </w:r>
          </w:p>
        </w:tc>
      </w:tr>
      <w:tr w:rsidR="00A57CB6" w:rsidRPr="00FB5026">
        <w:trPr>
          <w:trHeight w:val="282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1. Laurea specifica di 2^ livello (laurea vecchio</w:t>
            </w:r>
          </w:p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ordinamento) oppure</w:t>
            </w:r>
          </w:p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2. Laurea specifica di 1^ livello più biennio di</w:t>
            </w:r>
          </w:p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Specializzazione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rPr>
          <w:trHeight w:val="279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3. Altra Laurea di 2^ livello</w:t>
            </w: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rPr>
          <w:trHeight w:val="279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>Master universitario di durata annuale con esame finale attinente alla professionalità richiesta dal modulo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c>
          <w:tcPr>
            <w:tcW w:w="9841" w:type="dxa"/>
            <w:gridSpan w:val="6"/>
          </w:tcPr>
          <w:p w:rsidR="00A57CB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57CB6" w:rsidRPr="008653FA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653FA">
              <w:rPr>
                <w:rFonts w:ascii="Arial" w:hAnsi="Arial" w:cs="Arial"/>
                <w:b/>
                <w:bCs/>
              </w:rPr>
              <w:t>B) TITOLI PROFESSIONALI ED ESPERIENZE FORMATIVE DOCUMENTATE E COERENTI CON LE FINALITA’ DEL PROGETTO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highlight w:val="cyan"/>
              </w:rPr>
            </w:pPr>
          </w:p>
        </w:tc>
      </w:tr>
      <w:tr w:rsidR="00A57CB6" w:rsidRPr="00FB5026">
        <w:trPr>
          <w:trHeight w:val="287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6. Abilitazione all’insegnamento</w:t>
            </w:r>
          </w:p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per il settore cui si concorre</w:t>
            </w: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rPr>
          <w:trHeight w:val="278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7. Specializzazione nel settore</w:t>
            </w:r>
            <w:r>
              <w:rPr>
                <w:rFonts w:ascii="Arial" w:hAnsi="Arial" w:cs="Arial"/>
              </w:rPr>
              <w:t xml:space="preserve"> (Dottorati di ricerca)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rPr>
          <w:trHeight w:val="278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FB5026">
              <w:rPr>
                <w:rFonts w:ascii="Arial" w:hAnsi="Arial" w:cs="Arial"/>
              </w:rPr>
              <w:t>. E.C.D.L.</w:t>
            </w:r>
          </w:p>
        </w:tc>
        <w:tc>
          <w:tcPr>
            <w:tcW w:w="1956" w:type="dxa"/>
          </w:tcPr>
          <w:p w:rsidR="00A57CB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rPr>
          <w:trHeight w:val="278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FB5026">
              <w:rPr>
                <w:rFonts w:ascii="Arial" w:hAnsi="Arial" w:cs="Arial"/>
              </w:rPr>
              <w:t>. Competenze informatiche</w:t>
            </w:r>
          </w:p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certifi</w:t>
            </w:r>
            <w:r>
              <w:rPr>
                <w:rFonts w:ascii="Arial" w:hAnsi="Arial" w:cs="Arial"/>
              </w:rPr>
              <w:t xml:space="preserve">cate, diverse dall'ECDL, </w:t>
            </w:r>
            <w:r w:rsidRPr="00FB5026">
              <w:rPr>
                <w:rFonts w:ascii="Arial" w:hAnsi="Arial" w:cs="Arial"/>
              </w:rPr>
              <w:t>con valutazioni finali rilasciate</w:t>
            </w:r>
          </w:p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e riconosciute da Enti pubblici</w:t>
            </w: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c>
          <w:tcPr>
            <w:tcW w:w="9841" w:type="dxa"/>
            <w:gridSpan w:val="6"/>
          </w:tcPr>
          <w:p w:rsidR="00A57CB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:rsidR="00A57CB6" w:rsidRPr="008653FA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653FA">
              <w:rPr>
                <w:rFonts w:ascii="Arial" w:hAnsi="Arial" w:cs="Arial"/>
                <w:b/>
                <w:bCs/>
              </w:rPr>
              <w:t>C) ESPERIENZE LAVORATIVE DICHIARATE NELSETTORE D’INTERVENTO</w:t>
            </w:r>
          </w:p>
          <w:p w:rsidR="00A57CB6" w:rsidRPr="008653FA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8653FA">
              <w:rPr>
                <w:rFonts w:ascii="Arial" w:hAnsi="Arial" w:cs="Arial"/>
                <w:b/>
                <w:bCs/>
              </w:rPr>
              <w:t xml:space="preserve">(Descrivere tipo di attività, luogo e periodo di svolgimento, </w:t>
            </w:r>
            <w:r>
              <w:rPr>
                <w:rFonts w:ascii="Arial" w:hAnsi="Arial" w:cs="Arial"/>
                <w:b/>
                <w:bCs/>
              </w:rPr>
              <w:t>istituto/</w:t>
            </w:r>
            <w:r w:rsidRPr="008653FA">
              <w:rPr>
                <w:rFonts w:ascii="Arial" w:hAnsi="Arial" w:cs="Arial"/>
                <w:b/>
                <w:bCs/>
              </w:rPr>
              <w:t>azienda/ente.)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highlight w:val="darkBlue"/>
              </w:rPr>
            </w:pPr>
          </w:p>
        </w:tc>
      </w:tr>
      <w:tr w:rsidR="00A57CB6" w:rsidRPr="00FB5026">
        <w:trPr>
          <w:trHeight w:val="288"/>
        </w:trPr>
        <w:tc>
          <w:tcPr>
            <w:tcW w:w="2018" w:type="dxa"/>
          </w:tcPr>
          <w:p w:rsidR="00A57CB6" w:rsidRPr="00FB502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 xml:space="preserve">1. Esperienze </w:t>
            </w:r>
            <w:r>
              <w:rPr>
                <w:rFonts w:ascii="Arial" w:hAnsi="Arial" w:cs="Arial"/>
              </w:rPr>
              <w:t>di docenza su tematiche attinenti al modulo per cui si fa richiesta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7CB6" w:rsidRPr="00FB5026">
        <w:tc>
          <w:tcPr>
            <w:tcW w:w="4952" w:type="dxa"/>
            <w:gridSpan w:val="3"/>
          </w:tcPr>
          <w:p w:rsidR="00A57CB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Traccia programmatica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89" w:type="dxa"/>
            <w:gridSpan w:val="3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Non valutabile dal candidato</w:t>
            </w:r>
          </w:p>
        </w:tc>
      </w:tr>
      <w:tr w:rsidR="00A57CB6" w:rsidRPr="00FB5026">
        <w:tc>
          <w:tcPr>
            <w:tcW w:w="2018" w:type="dxa"/>
          </w:tcPr>
          <w:p w:rsidR="00A57CB6" w:rsidRDefault="00A57CB6" w:rsidP="00AE4CCD">
            <w:pPr>
              <w:autoSpaceDN w:val="0"/>
              <w:adjustRightInd w:val="0"/>
              <w:rPr>
                <w:rFonts w:ascii="Arial" w:hAnsi="Arial" w:cs="Arial"/>
              </w:rPr>
            </w:pPr>
            <w:r w:rsidRPr="00FB5026">
              <w:rPr>
                <w:rFonts w:ascii="Arial" w:hAnsi="Arial" w:cs="Arial"/>
              </w:rPr>
              <w:t>Totale</w:t>
            </w:r>
          </w:p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5" w:type="dxa"/>
            <w:gridSpan w:val="2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6" w:type="dxa"/>
          </w:tcPr>
          <w:p w:rsidR="00A57CB6" w:rsidRPr="00FB5026" w:rsidRDefault="00A57CB6" w:rsidP="00AE4CCD">
            <w:pPr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A57CB6" w:rsidRPr="00FB5026" w:rsidRDefault="00A57CB6" w:rsidP="00182A48">
      <w:pPr>
        <w:autoSpaceDN w:val="0"/>
        <w:adjustRightInd w:val="0"/>
        <w:jc w:val="both"/>
        <w:rPr>
          <w:rFonts w:ascii="Arial" w:hAnsi="Arial" w:cs="Arial"/>
        </w:rPr>
      </w:pPr>
    </w:p>
    <w:p w:rsidR="00A57CB6" w:rsidRPr="00FB5026" w:rsidRDefault="00A57CB6" w:rsidP="00182A48">
      <w:pPr>
        <w:autoSpaceDN w:val="0"/>
        <w:adjustRightInd w:val="0"/>
        <w:jc w:val="both"/>
        <w:rPr>
          <w:rFonts w:ascii="Arial" w:hAnsi="Arial" w:cs="Arial"/>
        </w:rPr>
      </w:pPr>
    </w:p>
    <w:p w:rsidR="00A57CB6" w:rsidRPr="00FB5026" w:rsidRDefault="00A57CB6" w:rsidP="00182A48">
      <w:pPr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Data___________________In Fede_____________________</w:t>
      </w: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 w:rsidP="00182A4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57CB6" w:rsidRDefault="00A57CB6">
      <w:bookmarkStart w:id="0" w:name="_GoBack"/>
      <w:bookmarkEnd w:id="0"/>
    </w:p>
    <w:sectPr w:rsidR="00A57CB6" w:rsidSect="00C930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A5174"/>
    <w:multiLevelType w:val="hybridMultilevel"/>
    <w:tmpl w:val="32CE952A"/>
    <w:lvl w:ilvl="0" w:tplc="93F216F0">
      <w:start w:val="1"/>
      <w:numFmt w:val="upperLetter"/>
      <w:lvlText w:val="%1)"/>
      <w:lvlJc w:val="left"/>
      <w:pPr>
        <w:ind w:left="438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5100" w:hanging="360"/>
      </w:pPr>
    </w:lvl>
    <w:lvl w:ilvl="2" w:tplc="0410001B">
      <w:start w:val="1"/>
      <w:numFmt w:val="lowerRoman"/>
      <w:lvlText w:val="%3."/>
      <w:lvlJc w:val="right"/>
      <w:pPr>
        <w:ind w:left="5820" w:hanging="180"/>
      </w:pPr>
    </w:lvl>
    <w:lvl w:ilvl="3" w:tplc="0410000F">
      <w:start w:val="1"/>
      <w:numFmt w:val="decimal"/>
      <w:lvlText w:val="%4."/>
      <w:lvlJc w:val="left"/>
      <w:pPr>
        <w:ind w:left="6540" w:hanging="360"/>
      </w:pPr>
    </w:lvl>
    <w:lvl w:ilvl="4" w:tplc="04100019">
      <w:start w:val="1"/>
      <w:numFmt w:val="lowerLetter"/>
      <w:lvlText w:val="%5."/>
      <w:lvlJc w:val="left"/>
      <w:pPr>
        <w:ind w:left="7260" w:hanging="360"/>
      </w:pPr>
    </w:lvl>
    <w:lvl w:ilvl="5" w:tplc="0410001B">
      <w:start w:val="1"/>
      <w:numFmt w:val="lowerRoman"/>
      <w:lvlText w:val="%6."/>
      <w:lvlJc w:val="right"/>
      <w:pPr>
        <w:ind w:left="7980" w:hanging="180"/>
      </w:pPr>
    </w:lvl>
    <w:lvl w:ilvl="6" w:tplc="0410000F">
      <w:start w:val="1"/>
      <w:numFmt w:val="decimal"/>
      <w:lvlText w:val="%7."/>
      <w:lvlJc w:val="left"/>
      <w:pPr>
        <w:ind w:left="8700" w:hanging="360"/>
      </w:pPr>
    </w:lvl>
    <w:lvl w:ilvl="7" w:tplc="04100019">
      <w:start w:val="1"/>
      <w:numFmt w:val="lowerLetter"/>
      <w:lvlText w:val="%8."/>
      <w:lvlJc w:val="left"/>
      <w:pPr>
        <w:ind w:left="9420" w:hanging="360"/>
      </w:pPr>
    </w:lvl>
    <w:lvl w:ilvl="8" w:tplc="0410001B">
      <w:start w:val="1"/>
      <w:numFmt w:val="lowerRoman"/>
      <w:lvlText w:val="%9."/>
      <w:lvlJc w:val="right"/>
      <w:pPr>
        <w:ind w:left="10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CA1"/>
    <w:rsid w:val="00004DE0"/>
    <w:rsid w:val="00182A48"/>
    <w:rsid w:val="007E5838"/>
    <w:rsid w:val="00811687"/>
    <w:rsid w:val="008653FA"/>
    <w:rsid w:val="00A57CB6"/>
    <w:rsid w:val="00AA08C0"/>
    <w:rsid w:val="00AE0875"/>
    <w:rsid w:val="00AE4CCD"/>
    <w:rsid w:val="00C93021"/>
    <w:rsid w:val="00CC3CA1"/>
    <w:rsid w:val="00D020CB"/>
    <w:rsid w:val="00D51972"/>
    <w:rsid w:val="00FB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A4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2A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203</Words>
  <Characters>1159</Characters>
  <Application>Microsoft Office Outlook</Application>
  <DocSecurity>0</DocSecurity>
  <Lines>0</Lines>
  <Paragraphs>0</Paragraphs>
  <ScaleCrop>false</ScaleCrop>
  <Company>\\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Angela e Francesco</dc:creator>
  <cp:keywords/>
  <dc:description/>
  <cp:lastModifiedBy>\\</cp:lastModifiedBy>
  <cp:revision>2</cp:revision>
  <dcterms:created xsi:type="dcterms:W3CDTF">2014-01-07T09:32:00Z</dcterms:created>
  <dcterms:modified xsi:type="dcterms:W3CDTF">2014-01-07T09:32:00Z</dcterms:modified>
</cp:coreProperties>
</file>